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C3757D" w:rsidTr="008965E7">
        <w:trPr>
          <w:trHeight w:val="2826"/>
        </w:trPr>
        <w:tc>
          <w:tcPr>
            <w:tcW w:w="4927" w:type="dxa"/>
            <w:vAlign w:val="center"/>
          </w:tcPr>
          <w:p w:rsidR="00C3757D" w:rsidRDefault="00C3757D" w:rsidP="008965E7">
            <w:r>
              <w:t xml:space="preserve">Student A was not selected for the school football team.  (S)He has a dream to be a football coach and is devastated by the decision. </w:t>
            </w:r>
          </w:p>
        </w:tc>
        <w:tc>
          <w:tcPr>
            <w:tcW w:w="4927" w:type="dxa"/>
            <w:vAlign w:val="center"/>
          </w:tcPr>
          <w:p w:rsidR="00C3757D" w:rsidRDefault="00C3757D" w:rsidP="008965E7">
            <w:r>
              <w:t xml:space="preserve">Student B has failed his/her Year 10 Maths exam.  </w:t>
            </w:r>
            <w:proofErr w:type="spellStart"/>
            <w:r>
              <w:t>His/Her</w:t>
            </w:r>
            <w:proofErr w:type="spellEnd"/>
            <w:r>
              <w:t xml:space="preserve"> tutor has told him that he might find it difficult to get into college if (s</w:t>
            </w:r>
            <w:proofErr w:type="gramStart"/>
            <w:r>
              <w:t>)he</w:t>
            </w:r>
            <w:proofErr w:type="gramEnd"/>
            <w:r>
              <w:t xml:space="preserve"> doesn’t get at least a 4 in Maths.  </w:t>
            </w:r>
          </w:p>
        </w:tc>
        <w:bookmarkStart w:id="0" w:name="_GoBack"/>
        <w:bookmarkEnd w:id="0"/>
      </w:tr>
      <w:tr w:rsidR="00C3757D" w:rsidTr="008965E7">
        <w:trPr>
          <w:trHeight w:val="2826"/>
        </w:trPr>
        <w:tc>
          <w:tcPr>
            <w:tcW w:w="4927" w:type="dxa"/>
            <w:vAlign w:val="center"/>
          </w:tcPr>
          <w:p w:rsidR="00C3757D" w:rsidRDefault="00C3757D" w:rsidP="008965E7">
            <w:r>
              <w:t xml:space="preserve">Student C wanted to be a prefect.  </w:t>
            </w:r>
            <w:proofErr w:type="spellStart"/>
            <w:r>
              <w:t>His/Her</w:t>
            </w:r>
            <w:proofErr w:type="spellEnd"/>
            <w:r>
              <w:t xml:space="preserve"> Head of Year </w:t>
            </w:r>
            <w:proofErr w:type="gramStart"/>
            <w:r>
              <w:t>has</w:t>
            </w:r>
            <w:proofErr w:type="gramEnd"/>
            <w:r>
              <w:t xml:space="preserve"> said this his/her punctuality isn’t good enough to be trusted with such a responsible job.  </w:t>
            </w:r>
          </w:p>
        </w:tc>
        <w:tc>
          <w:tcPr>
            <w:tcW w:w="4927" w:type="dxa"/>
            <w:vAlign w:val="center"/>
          </w:tcPr>
          <w:p w:rsidR="00C3757D" w:rsidRDefault="00723D2A" w:rsidP="008965E7">
            <w:r>
              <w:t xml:space="preserve">Student </w:t>
            </w:r>
            <w:r w:rsidR="00E82F8B">
              <w:t xml:space="preserve">D wanted to be the lead vocalist in a performance at the end of year assembly.  His/her music teacher has chosen someone else and has asked Student D to be part of the choir.  </w:t>
            </w:r>
          </w:p>
        </w:tc>
      </w:tr>
    </w:tbl>
    <w:p w:rsidR="009C1174" w:rsidRDefault="009C1174"/>
    <w:p w:rsidR="008B1360" w:rsidRDefault="008B1360"/>
    <w:p w:rsidR="008B1360" w:rsidRPr="004376AF" w:rsidRDefault="004376AF">
      <w:pPr>
        <w:rPr>
          <w:b/>
          <w:sz w:val="38"/>
        </w:rPr>
      </w:pPr>
      <w:r w:rsidRPr="004376AF">
        <w:rPr>
          <w:b/>
          <w:sz w:val="38"/>
        </w:rPr>
        <w:t xml:space="preserve">Possible Motivational Speaking Frame: </w:t>
      </w:r>
    </w:p>
    <w:p w:rsidR="004376AF" w:rsidRPr="004376AF" w:rsidRDefault="004376AF">
      <w:pPr>
        <w:rPr>
          <w:sz w:val="38"/>
        </w:rPr>
      </w:pPr>
      <w:r w:rsidRPr="004376AF">
        <w:rPr>
          <w:sz w:val="38"/>
        </w:rPr>
        <w:t>I imagine that right now you feel…</w:t>
      </w:r>
    </w:p>
    <w:p w:rsidR="004376AF" w:rsidRPr="004376AF" w:rsidRDefault="004376AF">
      <w:pPr>
        <w:rPr>
          <w:sz w:val="38"/>
        </w:rPr>
      </w:pPr>
      <w:r w:rsidRPr="004376AF">
        <w:rPr>
          <w:sz w:val="38"/>
        </w:rPr>
        <w:t xml:space="preserve">However, try not to feel too disappointed.  Do you know the story of…? </w:t>
      </w:r>
    </w:p>
    <w:p w:rsidR="004376AF" w:rsidRPr="004376AF" w:rsidRDefault="004376AF">
      <w:pPr>
        <w:rPr>
          <w:sz w:val="38"/>
        </w:rPr>
      </w:pPr>
      <w:r w:rsidRPr="004376AF">
        <w:rPr>
          <w:sz w:val="38"/>
        </w:rPr>
        <w:t>I</w:t>
      </w:r>
      <w:r w:rsidR="00297C1F">
        <w:rPr>
          <w:sz w:val="38"/>
        </w:rPr>
        <w:t>t’s really hard but try not to…</w:t>
      </w:r>
    </w:p>
    <w:p w:rsidR="004376AF" w:rsidRPr="004376AF" w:rsidRDefault="00297C1F">
      <w:pPr>
        <w:rPr>
          <w:sz w:val="38"/>
        </w:rPr>
      </w:pPr>
      <w:r>
        <w:rPr>
          <w:sz w:val="38"/>
        </w:rPr>
        <w:t>Instead you could…</w:t>
      </w:r>
    </w:p>
    <w:p w:rsidR="004376AF" w:rsidRPr="004376AF" w:rsidRDefault="00297C1F">
      <w:pPr>
        <w:rPr>
          <w:sz w:val="38"/>
        </w:rPr>
      </w:pPr>
      <w:r>
        <w:rPr>
          <w:sz w:val="38"/>
        </w:rPr>
        <w:t>Good luck and …</w:t>
      </w:r>
    </w:p>
    <w:p w:rsidR="004376AF" w:rsidRPr="004376AF" w:rsidRDefault="004376AF">
      <w:pPr>
        <w:rPr>
          <w:sz w:val="38"/>
        </w:rPr>
      </w:pPr>
    </w:p>
    <w:p w:rsidR="008B1360" w:rsidRDefault="008B1360"/>
    <w:p w:rsidR="008B1360" w:rsidRDefault="008B1360"/>
    <w:sectPr w:rsidR="008B1360" w:rsidSect="00F62F1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57D"/>
    <w:rsid w:val="00297C1F"/>
    <w:rsid w:val="00370853"/>
    <w:rsid w:val="004376AF"/>
    <w:rsid w:val="007061E6"/>
    <w:rsid w:val="00723D2A"/>
    <w:rsid w:val="008965E7"/>
    <w:rsid w:val="008B1360"/>
    <w:rsid w:val="009C1174"/>
    <w:rsid w:val="00C3757D"/>
    <w:rsid w:val="00E82F8B"/>
    <w:rsid w:val="00F6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75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75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77B901B6</Template>
  <TotalTime>79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J. Dimes</cp:lastModifiedBy>
  <cp:revision>3</cp:revision>
  <dcterms:created xsi:type="dcterms:W3CDTF">2017-07-03T12:27:00Z</dcterms:created>
  <dcterms:modified xsi:type="dcterms:W3CDTF">2017-12-01T12:02:00Z</dcterms:modified>
</cp:coreProperties>
</file>